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B926E8" w:rsidRPr="00212BB1" w:rsidTr="00B926E8">
        <w:tc>
          <w:tcPr>
            <w:tcW w:w="2456" w:type="dxa"/>
          </w:tcPr>
          <w:p w:rsidR="00B926E8" w:rsidRPr="00D2754D" w:rsidRDefault="00B926E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B926E8" w:rsidRPr="00212BB1" w:rsidRDefault="00B926E8" w:rsidP="007B4D24">
            <w:pPr>
              <w:rPr>
                <w:rFonts w:asciiTheme="minorHAnsi" w:hAnsiTheme="minorHAnsi" w:cstheme="minorHAnsi"/>
                <w:b/>
                <w:bCs/>
              </w:rPr>
            </w:pPr>
            <w:r w:rsidRPr="003103D4">
              <w:rPr>
                <w:rFonts w:asciiTheme="minorHAnsi" w:hAnsiTheme="minorHAnsi" w:cstheme="minorHAnsi"/>
                <w:b/>
                <w:bCs/>
              </w:rPr>
              <w:t>CER1S1NCDE</w:t>
            </w:r>
          </w:p>
        </w:tc>
      </w:tr>
      <w:tr w:rsidR="00B926E8" w:rsidRPr="00242319" w:rsidTr="007B4D24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Pouch 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Pr="00DD5EAD" w:rsidRDefault="00B926E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926E8" w:rsidRDefault="00B926E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926E8" w:rsidRPr="00242319" w:rsidTr="00B926E8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B926E8" w:rsidRPr="00D2754D" w:rsidRDefault="00B926E8" w:rsidP="00C114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vacuum pouch 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B926E8" w:rsidRPr="00D2754D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926E8" w:rsidRDefault="00B926E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926E8" w:rsidRPr="00242319" w:rsidTr="00B926E8">
        <w:tc>
          <w:tcPr>
            <w:tcW w:w="2456" w:type="dxa"/>
          </w:tcPr>
          <w:p w:rsidR="00B926E8" w:rsidRPr="004937C7" w:rsidRDefault="00B926E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926E8" w:rsidRDefault="00B926E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926E8" w:rsidRPr="00D2754D" w:rsidTr="00B926E8">
        <w:tc>
          <w:tcPr>
            <w:tcW w:w="2456" w:type="dxa"/>
          </w:tcPr>
          <w:p w:rsidR="00B926E8" w:rsidRPr="00D2754D" w:rsidRDefault="00B926E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B926E8" w:rsidRPr="00D2754D" w:rsidRDefault="00B926E8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926E8" w:rsidRPr="00242319" w:rsidTr="00B926E8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B926E8" w:rsidRPr="00242319" w:rsidRDefault="00C1148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B926E8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B926E8" w:rsidRPr="00242319" w:rsidRDefault="00C1148D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B926E8" w:rsidRPr="00D2754D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Pr="00242319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926E8" w:rsidRPr="00242319" w:rsidTr="00B926E8">
        <w:tc>
          <w:tcPr>
            <w:tcW w:w="2456" w:type="dxa"/>
          </w:tcPr>
          <w:p w:rsidR="00B926E8" w:rsidRPr="00D2754D" w:rsidRDefault="00B926E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B926E8" w:rsidRPr="00D2754D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B926E8" w:rsidRPr="00D2754D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B926E8" w:rsidRPr="00D2754D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B926E8" w:rsidRPr="00D2754D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B926E8" w:rsidRPr="00D2754D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B926E8" w:rsidRPr="00242319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926E8" w:rsidRPr="00242319" w:rsidTr="00B926E8">
        <w:tc>
          <w:tcPr>
            <w:tcW w:w="2456" w:type="dxa"/>
          </w:tcPr>
          <w:p w:rsidR="00B926E8" w:rsidRPr="00D2754D" w:rsidRDefault="00B926E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B926E8" w:rsidRPr="00212BB1" w:rsidRDefault="00B926E8" w:rsidP="00B64511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B926E8" w:rsidRPr="00212BB1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B926E8" w:rsidRPr="00212BB1" w:rsidRDefault="00B926E8" w:rsidP="00C1148D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Soapbox component for use with pouch refills</w:t>
            </w:r>
          </w:p>
          <w:p w:rsidR="00B926E8" w:rsidRPr="00212BB1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B926E8" w:rsidRPr="00212BB1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B926E8" w:rsidRPr="00212BB1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B926E8" w:rsidRPr="00242319" w:rsidRDefault="00B926E8" w:rsidP="007B4D2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B926E8" w:rsidRPr="00242319" w:rsidTr="00B926E8">
        <w:tc>
          <w:tcPr>
            <w:tcW w:w="2456" w:type="dxa"/>
          </w:tcPr>
          <w:p w:rsidR="00B926E8" w:rsidRDefault="00B926E8" w:rsidP="007B4D2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926E8" w:rsidRPr="00242319" w:rsidRDefault="00B926E8" w:rsidP="007B4D24">
            <w:pPr>
              <w:rPr>
                <w:rFonts w:asciiTheme="minorHAnsi" w:hAnsiTheme="minorHAnsi" w:cstheme="minorHAnsi"/>
              </w:rPr>
            </w:pPr>
          </w:p>
        </w:tc>
      </w:tr>
      <w:tr w:rsidR="00B926E8" w:rsidRPr="00242319" w:rsidTr="00B926E8">
        <w:tc>
          <w:tcPr>
            <w:tcW w:w="2456" w:type="dxa"/>
          </w:tcPr>
          <w:p w:rsidR="00B926E8" w:rsidRPr="00D2754D" w:rsidRDefault="00B926E8" w:rsidP="007B4D2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926E8" w:rsidRPr="00212BB1" w:rsidRDefault="00B926E8" w:rsidP="007B4D2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Default="00921DEB" w:rsidP="00A10F8C"/>
    <w:p w:rsidR="00572158" w:rsidRDefault="00572158" w:rsidP="00572158"/>
    <w:p w:rsidR="00572158" w:rsidRPr="00572158" w:rsidRDefault="00572158" w:rsidP="00572158">
      <w:pPr>
        <w:jc w:val="center"/>
      </w:pPr>
      <w:bookmarkStart w:id="0" w:name="_GoBack"/>
      <w:bookmarkEnd w:id="0"/>
    </w:p>
    <w:sectPr w:rsidR="00572158" w:rsidRPr="00572158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9E2" w:rsidRDefault="00BA49E2" w:rsidP="00187130">
      <w:pPr>
        <w:spacing w:line="240" w:lineRule="auto"/>
      </w:pPr>
      <w:r>
        <w:separator/>
      </w:r>
    </w:p>
  </w:endnote>
  <w:endnote w:type="continuationSeparator" w:id="0">
    <w:p w:rsidR="00BA49E2" w:rsidRDefault="00BA49E2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79486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C1148D">
            <w:rPr>
              <w:sz w:val="16"/>
              <w:szCs w:val="16"/>
            </w:rPr>
            <w:t>.</w:t>
          </w:r>
          <w:r w:rsidR="00572158">
            <w:rPr>
              <w:sz w:val="16"/>
              <w:szCs w:val="16"/>
            </w:rPr>
            <w:fldChar w:fldCharType="begin"/>
          </w:r>
          <w:r w:rsidR="00572158">
            <w:rPr>
              <w:sz w:val="16"/>
              <w:szCs w:val="16"/>
              <w:lang w:val="de-DE"/>
            </w:rPr>
            <w:instrText xml:space="preserve"> TIME \@ "dd.MM.yyyy" </w:instrText>
          </w:r>
          <w:r w:rsidR="00572158">
            <w:rPr>
              <w:sz w:val="16"/>
              <w:szCs w:val="16"/>
            </w:rPr>
            <w:fldChar w:fldCharType="separate"/>
          </w:r>
          <w:r w:rsidR="00572158">
            <w:rPr>
              <w:noProof/>
              <w:sz w:val="16"/>
              <w:szCs w:val="16"/>
              <w:lang w:val="de-DE"/>
            </w:rPr>
            <w:t>28.01.2020</w:t>
          </w:r>
          <w:r w:rsidR="00572158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6451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B64511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9E2" w:rsidRDefault="00BA49E2" w:rsidP="00187130">
      <w:pPr>
        <w:spacing w:line="240" w:lineRule="auto"/>
      </w:pPr>
      <w:r>
        <w:separator/>
      </w:r>
    </w:p>
  </w:footnote>
  <w:footnote w:type="continuationSeparator" w:id="0">
    <w:p w:rsidR="00BA49E2" w:rsidRDefault="00BA49E2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794862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87130"/>
    <w:rsid w:val="00357D07"/>
    <w:rsid w:val="003833B6"/>
    <w:rsid w:val="004E017C"/>
    <w:rsid w:val="004E7EA9"/>
    <w:rsid w:val="00501343"/>
    <w:rsid w:val="00502F69"/>
    <w:rsid w:val="005653B3"/>
    <w:rsid w:val="00572158"/>
    <w:rsid w:val="006110B8"/>
    <w:rsid w:val="00616BEC"/>
    <w:rsid w:val="00634D40"/>
    <w:rsid w:val="00766F62"/>
    <w:rsid w:val="00794862"/>
    <w:rsid w:val="008D6316"/>
    <w:rsid w:val="00921DEB"/>
    <w:rsid w:val="00964361"/>
    <w:rsid w:val="009B2800"/>
    <w:rsid w:val="00A10F8C"/>
    <w:rsid w:val="00B42B3C"/>
    <w:rsid w:val="00B64511"/>
    <w:rsid w:val="00B926E8"/>
    <w:rsid w:val="00BA49E2"/>
    <w:rsid w:val="00C1148D"/>
    <w:rsid w:val="00D25333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B9A98DC-1B0B-4C4A-89F3-681E2CD1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2015-05-21T10:41:00Z</dcterms:created>
  <dcterms:modified xsi:type="dcterms:W3CDTF">2020-01-28T14:09:00Z</dcterms:modified>
</cp:coreProperties>
</file>